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6A131D" w:rsidRDefault="005651AE" w:rsidP="00DD0544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DA50FC">
        <w:rPr>
          <w:rFonts w:ascii="Arial" w:eastAsia="Arial Unicode MS" w:hAnsi="Arial" w:cs="Arial"/>
          <w:b/>
          <w:bCs/>
          <w:sz w:val="20"/>
          <w:szCs w:val="20"/>
        </w:rPr>
        <w:t>3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505457">
        <w:rPr>
          <w:rFonts w:ascii="Arial" w:eastAsia="Arial Unicode MS" w:hAnsi="Arial" w:cs="Arial"/>
          <w:b/>
          <w:bCs/>
          <w:sz w:val="20"/>
          <w:szCs w:val="20"/>
        </w:rPr>
        <w:t>FURTO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387"/>
        <w:gridCol w:w="2409"/>
      </w:tblGrid>
      <w:tr w:rsidR="00DF6188" w:rsidRPr="00E67A6A" w:rsidTr="00DF6188">
        <w:trPr>
          <w:trHeight w:val="284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DF6188" w:rsidRPr="00E67A6A" w:rsidRDefault="00DF6188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387" w:type="dxa"/>
            <w:shd w:val="clear" w:color="auto" w:fill="FDE9D9" w:themeFill="accent6" w:themeFillTint="33"/>
            <w:vAlign w:val="center"/>
          </w:tcPr>
          <w:p w:rsidR="00DF6188" w:rsidRPr="00E67A6A" w:rsidRDefault="00DF6188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PARTITA</w:t>
            </w:r>
          </w:p>
        </w:tc>
        <w:tc>
          <w:tcPr>
            <w:tcW w:w="2409" w:type="dxa"/>
            <w:shd w:val="clear" w:color="auto" w:fill="FDE9D9" w:themeFill="accent6" w:themeFillTint="33"/>
            <w:vAlign w:val="center"/>
          </w:tcPr>
          <w:p w:rsidR="00DF6188" w:rsidRPr="008A14B4" w:rsidRDefault="00DF6188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DF6188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DF6188" w:rsidRPr="00E67A6A" w:rsidRDefault="00DF6188" w:rsidP="0031630F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DF6188" w:rsidRDefault="00DF6188" w:rsidP="0031630F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Contenuto in genere</w:t>
            </w:r>
          </w:p>
        </w:tc>
        <w:tc>
          <w:tcPr>
            <w:tcW w:w="2409" w:type="dxa"/>
            <w:vAlign w:val="center"/>
          </w:tcPr>
          <w:p w:rsidR="00DF6188" w:rsidRPr="00FF14D4" w:rsidRDefault="00DF6188" w:rsidP="003F6140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434B4E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434B4E" w:rsidRPr="00E67A6A" w:rsidRDefault="00434B4E" w:rsidP="00434B4E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34B4E" w:rsidRDefault="00434B4E" w:rsidP="00434B4E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Denaro e valori in cassaforte</w:t>
            </w:r>
          </w:p>
        </w:tc>
        <w:tc>
          <w:tcPr>
            <w:tcW w:w="2409" w:type="dxa"/>
            <w:vAlign w:val="center"/>
          </w:tcPr>
          <w:p w:rsidR="00434B4E" w:rsidRPr="00FF14D4" w:rsidRDefault="00434B4E" w:rsidP="00434B4E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434B4E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434B4E" w:rsidRPr="00E67A6A" w:rsidRDefault="00434B4E" w:rsidP="00434B4E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34B4E" w:rsidRDefault="00434B4E" w:rsidP="00434B4E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Denaro e valori in cassetti chiusi a chiave</w:t>
            </w:r>
          </w:p>
        </w:tc>
        <w:tc>
          <w:tcPr>
            <w:tcW w:w="2409" w:type="dxa"/>
            <w:vAlign w:val="center"/>
          </w:tcPr>
          <w:p w:rsidR="00434B4E" w:rsidRPr="00FF14D4" w:rsidRDefault="00434B4E" w:rsidP="00434B4E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434B4E" w:rsidRPr="00E67A6A" w:rsidTr="00DF6188">
        <w:trPr>
          <w:trHeight w:val="284"/>
        </w:trPr>
        <w:tc>
          <w:tcPr>
            <w:tcW w:w="1843" w:type="dxa"/>
            <w:vMerge/>
            <w:vAlign w:val="center"/>
          </w:tcPr>
          <w:p w:rsidR="00434B4E" w:rsidRPr="00E67A6A" w:rsidRDefault="00434B4E" w:rsidP="00434B4E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34B4E" w:rsidRDefault="00434B4E" w:rsidP="00434B4E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Portavalori</w:t>
            </w:r>
          </w:p>
        </w:tc>
        <w:tc>
          <w:tcPr>
            <w:tcW w:w="2409" w:type="dxa"/>
            <w:vAlign w:val="center"/>
          </w:tcPr>
          <w:p w:rsidR="00434B4E" w:rsidRPr="00FF14D4" w:rsidRDefault="00434B4E" w:rsidP="00434B4E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7E75BD" w:rsidRPr="00E67A6A" w:rsidTr="003F6140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7E75BD" w:rsidRPr="008A14B4" w:rsidRDefault="007E75BD" w:rsidP="003F6140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7E75BD" w:rsidRPr="00E67A6A" w:rsidTr="007E75BD">
        <w:trPr>
          <w:trHeight w:val="397"/>
        </w:trPr>
        <w:tc>
          <w:tcPr>
            <w:tcW w:w="4678" w:type="dxa"/>
            <w:vAlign w:val="center"/>
          </w:tcPr>
          <w:p w:rsidR="007E75BD" w:rsidRPr="00E67A6A" w:rsidRDefault="007E75BD" w:rsidP="003F6140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ANNUO LORDO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7E75BD" w:rsidRDefault="007E75BD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 w:rsidRPr="00FF14D4">
        <w:rPr>
          <w:rFonts w:ascii="Arial" w:eastAsia="Arial Unicode MS" w:hAnsi="Arial" w:cs="Arial"/>
          <w:b/>
          <w:sz w:val="20"/>
          <w:szCs w:val="20"/>
        </w:rPr>
        <w:t xml:space="preserve">DICHIARA </w:t>
      </w:r>
      <w:r w:rsidRPr="00FF14D4">
        <w:rPr>
          <w:rFonts w:ascii="Arial" w:eastAsia="Arial Unicode MS" w:hAnsi="Arial" w:cs="Arial"/>
          <w:sz w:val="20"/>
          <w:szCs w:val="20"/>
        </w:rPr>
        <w:t xml:space="preserve">che il </w:t>
      </w:r>
      <w:r w:rsidRPr="008A14B4">
        <w:rPr>
          <w:rFonts w:ascii="Arial" w:eastAsia="Arial Unicode MS" w:hAnsi="Arial" w:cs="Arial"/>
          <w:sz w:val="20"/>
          <w:szCs w:val="20"/>
          <w:u w:val="single"/>
        </w:rPr>
        <w:t>prezzo offerto è comprensivo</w:t>
      </w:r>
      <w:r w:rsidRPr="00FF14D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de</w:t>
      </w:r>
      <w:r w:rsidRPr="00FF14D4">
        <w:rPr>
          <w:rFonts w:ascii="Arial" w:eastAsia="Arial Unicode MS" w:hAnsi="Arial" w:cs="Arial"/>
          <w:sz w:val="20"/>
          <w:szCs w:val="20"/>
        </w:rPr>
        <w:t>gli oneri di sicurezza aziendali, non soggetti a ribasso, come di seguito quantificati:</w:t>
      </w:r>
    </w:p>
    <w:p w:rsidR="0073300B" w:rsidRDefault="0073300B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409"/>
      </w:tblGrid>
      <w:tr w:rsidR="00543D58" w:rsidRPr="00FF14D4" w:rsidTr="00134545">
        <w:trPr>
          <w:trHeight w:val="2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3D15">
              <w:rPr>
                <w:rFonts w:ascii="Arial" w:eastAsia="Arial Unicode MS" w:hAnsi="Arial" w:cs="Arial"/>
                <w:b/>
                <w:sz w:val="20"/>
                <w:szCs w:val="20"/>
              </w:rPr>
              <w:t>Importi non soggetti a ribasso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Importo complessivo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Incidenza percentuale</w:t>
            </w:r>
          </w:p>
        </w:tc>
      </w:tr>
      <w:tr w:rsidR="00543D58" w:rsidRPr="00FF14D4" w:rsidTr="00134545">
        <w:trPr>
          <w:trHeight w:hRule="exact"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8" w:rsidRPr="008A14B4" w:rsidRDefault="00543D58" w:rsidP="0031630F">
            <w:pPr>
              <w:autoSpaceDE w:val="0"/>
              <w:autoSpaceDN w:val="0"/>
              <w:adjustRightInd w:val="0"/>
              <w:spacing w:line="240" w:lineRule="exact"/>
              <w:ind w:left="176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Oneri della sicurezza aziendali </w:t>
            </w:r>
            <w:r w:rsidR="00797CA4">
              <w:rPr>
                <w:rFonts w:ascii="Arial" w:eastAsia="Arial Unicode MS" w:hAnsi="Arial" w:cs="Arial"/>
                <w:bCs/>
                <w:sz w:val="20"/>
                <w:szCs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641498" w:rsidRDefault="00641498" w:rsidP="00DE0FB6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641498" w:rsidRDefault="00641498" w:rsidP="00DE0FB6">
      <w:pPr>
        <w:autoSpaceDE w:val="0"/>
        <w:autoSpaceDN w:val="0"/>
        <w:adjustRightInd w:val="0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DE0FB6" w:rsidRPr="000A2D32" w:rsidRDefault="00DE0FB6" w:rsidP="00DE0FB6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DE0FB6" w:rsidRDefault="00DE0FB6" w:rsidP="00DE0FB6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DE0FB6" w:rsidRPr="000A2D32" w:rsidRDefault="00DE0FB6" w:rsidP="00DE0FB6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DE0FB6" w:rsidRDefault="00DE0FB6" w:rsidP="00DE0FB6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DE0FB6" w:rsidRDefault="00DE0FB6" w:rsidP="00DE0FB6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DE0FB6" w:rsidRDefault="00DE0FB6" w:rsidP="00DE0FB6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lastRenderedPageBreak/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>capitolato di gara e in tutti i suoi allegati;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>che i prezzi offerti si intendono al netto di IVA e comprensivi di oneri fiscali e di ogni altro onere e spesa connessi con l'esecuzione del contratto.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2F6D2F" w:rsidRPr="000A2D32" w:rsidRDefault="002F6D2F" w:rsidP="002F6D2F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2F6D2F" w:rsidRPr="000A2D32" w:rsidRDefault="002F6D2F" w:rsidP="002F6D2F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2F6D2F" w:rsidRDefault="002F6D2F" w:rsidP="002F6D2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DE0FB6" w:rsidRDefault="00DE0FB6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DA26CC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1CE" w:rsidRDefault="00BE21CE">
      <w:r>
        <w:separator/>
      </w:r>
    </w:p>
  </w:endnote>
  <w:endnote w:type="continuationSeparator" w:id="0">
    <w:p w:rsidR="00BE21CE" w:rsidRDefault="00BE2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1CE" w:rsidRDefault="00BE21CE">
      <w:r>
        <w:separator/>
      </w:r>
    </w:p>
  </w:footnote>
  <w:footnote w:type="continuationSeparator" w:id="0">
    <w:p w:rsidR="00BE21CE" w:rsidRDefault="00BE21CE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DE0FB6" w:rsidRPr="00543D58" w:rsidRDefault="00DE0FB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DA26CC" w:rsidRPr="008956EB" w:rsidRDefault="00DA26CC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2064C4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2064C4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B269C4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2064C4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2064C4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2064C4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B269C4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2064C4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897" w:rsidRPr="00F159CC" w:rsidRDefault="00F07897" w:rsidP="00F07897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F07897" w:rsidRPr="00250406" w:rsidRDefault="00F07897" w:rsidP="00F07897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2064C4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2064C4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B269C4">
      <w:rPr>
        <w:rFonts w:ascii="Arial" w:hAnsi="Arial" w:cs="Arial"/>
        <w:b/>
        <w:bCs/>
        <w:i/>
        <w:noProof/>
        <w:sz w:val="18"/>
        <w:szCs w:val="18"/>
      </w:rPr>
      <w:t>1</w:t>
    </w:r>
    <w:r w:rsidR="002064C4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2064C4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2064C4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B269C4">
      <w:rPr>
        <w:rFonts w:ascii="Arial" w:hAnsi="Arial" w:cs="Arial"/>
        <w:b/>
        <w:bCs/>
        <w:i/>
        <w:noProof/>
        <w:sz w:val="18"/>
        <w:szCs w:val="18"/>
      </w:rPr>
      <w:t>2</w:t>
    </w:r>
    <w:r w:rsidR="002064C4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9F3076" w:rsidRPr="00112790" w:rsidRDefault="009F3076" w:rsidP="00F01516">
    <w:pPr>
      <w:pStyle w:val="Ufficiotipo"/>
      <w:ind w:left="6492"/>
      <w:jc w:val="right"/>
      <w:rPr>
        <w:rFonts w:ascii="Trebuchet MS" w:hAnsi="Trebuchet MS"/>
      </w:rPr>
    </w:pPr>
  </w:p>
  <w:p w:rsidR="00DA26CC" w:rsidRPr="00F159CC" w:rsidRDefault="00DA26CC" w:rsidP="00DA26CC">
    <w:pPr>
      <w:tabs>
        <w:tab w:val="center" w:pos="4819"/>
        <w:tab w:val="right" w:pos="9638"/>
      </w:tabs>
      <w:spacing w:line="220" w:lineRule="exact"/>
      <w:jc w:val="right"/>
      <w:rPr>
        <w:rFonts w:ascii="Arial Unicode MS" w:eastAsia="Arial Unicode MS" w:hAnsi="Arial Unicode MS" w:cs="Arial Unicode MS"/>
        <w:b/>
        <w:bCs/>
        <w:sz w:val="18"/>
        <w:szCs w:val="18"/>
      </w:rPr>
    </w:pPr>
  </w:p>
  <w:p w:rsidR="00DA26CC" w:rsidRDefault="00DA26CC" w:rsidP="00DA26CC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DA26CC" w:rsidRDefault="00DA26CC" w:rsidP="00DA26CC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DA26CC" w:rsidRPr="007100BD" w:rsidRDefault="00DA26CC" w:rsidP="00DA26CC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5CE2"/>
    <w:rsid w:val="00046B7B"/>
    <w:rsid w:val="00052F98"/>
    <w:rsid w:val="00061756"/>
    <w:rsid w:val="0009767B"/>
    <w:rsid w:val="000B2CE9"/>
    <w:rsid w:val="000C57C2"/>
    <w:rsid w:val="000D36C2"/>
    <w:rsid w:val="000F04F0"/>
    <w:rsid w:val="000F07AB"/>
    <w:rsid w:val="001014E2"/>
    <w:rsid w:val="00101B27"/>
    <w:rsid w:val="00112790"/>
    <w:rsid w:val="00117F82"/>
    <w:rsid w:val="00134545"/>
    <w:rsid w:val="00154332"/>
    <w:rsid w:val="0015624F"/>
    <w:rsid w:val="00167FAA"/>
    <w:rsid w:val="0018682E"/>
    <w:rsid w:val="001B738F"/>
    <w:rsid w:val="002064C4"/>
    <w:rsid w:val="00216BB7"/>
    <w:rsid w:val="00223CA8"/>
    <w:rsid w:val="00237486"/>
    <w:rsid w:val="00250406"/>
    <w:rsid w:val="00252B69"/>
    <w:rsid w:val="002942DC"/>
    <w:rsid w:val="002D4F2D"/>
    <w:rsid w:val="002F6D2F"/>
    <w:rsid w:val="00303209"/>
    <w:rsid w:val="0031630F"/>
    <w:rsid w:val="00325705"/>
    <w:rsid w:val="003278AF"/>
    <w:rsid w:val="003402B0"/>
    <w:rsid w:val="00372ADE"/>
    <w:rsid w:val="0039090C"/>
    <w:rsid w:val="00392DBA"/>
    <w:rsid w:val="00395033"/>
    <w:rsid w:val="003A3660"/>
    <w:rsid w:val="003B2131"/>
    <w:rsid w:val="003B432B"/>
    <w:rsid w:val="003D513E"/>
    <w:rsid w:val="003D61C0"/>
    <w:rsid w:val="00402DA4"/>
    <w:rsid w:val="00424EA0"/>
    <w:rsid w:val="00425948"/>
    <w:rsid w:val="00430AA7"/>
    <w:rsid w:val="00434B4E"/>
    <w:rsid w:val="00452A3A"/>
    <w:rsid w:val="00467BE5"/>
    <w:rsid w:val="00473EF6"/>
    <w:rsid w:val="004B6160"/>
    <w:rsid w:val="00505457"/>
    <w:rsid w:val="00513925"/>
    <w:rsid w:val="00531DF5"/>
    <w:rsid w:val="00543B14"/>
    <w:rsid w:val="00543D58"/>
    <w:rsid w:val="005651AE"/>
    <w:rsid w:val="00575959"/>
    <w:rsid w:val="00576A16"/>
    <w:rsid w:val="005A78D2"/>
    <w:rsid w:val="005D5AF8"/>
    <w:rsid w:val="005E13C2"/>
    <w:rsid w:val="005F06B1"/>
    <w:rsid w:val="005F093E"/>
    <w:rsid w:val="005F0BBA"/>
    <w:rsid w:val="00601CBF"/>
    <w:rsid w:val="00610677"/>
    <w:rsid w:val="00612C2F"/>
    <w:rsid w:val="00641498"/>
    <w:rsid w:val="00656F71"/>
    <w:rsid w:val="00657AC9"/>
    <w:rsid w:val="0066460A"/>
    <w:rsid w:val="006A131D"/>
    <w:rsid w:val="006A1C9D"/>
    <w:rsid w:val="006A2CD8"/>
    <w:rsid w:val="006C3A1D"/>
    <w:rsid w:val="006C590F"/>
    <w:rsid w:val="006C7939"/>
    <w:rsid w:val="006D77AF"/>
    <w:rsid w:val="007100BD"/>
    <w:rsid w:val="00713ACF"/>
    <w:rsid w:val="0073300B"/>
    <w:rsid w:val="00750FCF"/>
    <w:rsid w:val="007955C3"/>
    <w:rsid w:val="00797CA4"/>
    <w:rsid w:val="007A3AD0"/>
    <w:rsid w:val="007A4CD0"/>
    <w:rsid w:val="007C7E9C"/>
    <w:rsid w:val="007E4BC9"/>
    <w:rsid w:val="007E56A8"/>
    <w:rsid w:val="007E75BD"/>
    <w:rsid w:val="007F1BE9"/>
    <w:rsid w:val="00801B0B"/>
    <w:rsid w:val="00803C31"/>
    <w:rsid w:val="00837A1D"/>
    <w:rsid w:val="00874626"/>
    <w:rsid w:val="008956EB"/>
    <w:rsid w:val="008D12D1"/>
    <w:rsid w:val="008E0150"/>
    <w:rsid w:val="008F1254"/>
    <w:rsid w:val="008F378A"/>
    <w:rsid w:val="00961B37"/>
    <w:rsid w:val="0097668D"/>
    <w:rsid w:val="009859BB"/>
    <w:rsid w:val="009B218C"/>
    <w:rsid w:val="009F3076"/>
    <w:rsid w:val="009F4288"/>
    <w:rsid w:val="00A2301C"/>
    <w:rsid w:val="00A23030"/>
    <w:rsid w:val="00A40C0B"/>
    <w:rsid w:val="00A5633C"/>
    <w:rsid w:val="00A62E58"/>
    <w:rsid w:val="00A70C93"/>
    <w:rsid w:val="00A81B39"/>
    <w:rsid w:val="00A931CE"/>
    <w:rsid w:val="00AA3ADE"/>
    <w:rsid w:val="00AD2381"/>
    <w:rsid w:val="00AD4AC4"/>
    <w:rsid w:val="00AE59CA"/>
    <w:rsid w:val="00B11B6B"/>
    <w:rsid w:val="00B13F3F"/>
    <w:rsid w:val="00B16A6D"/>
    <w:rsid w:val="00B269C4"/>
    <w:rsid w:val="00B35077"/>
    <w:rsid w:val="00B36FE3"/>
    <w:rsid w:val="00B41362"/>
    <w:rsid w:val="00B4389B"/>
    <w:rsid w:val="00B44613"/>
    <w:rsid w:val="00B61482"/>
    <w:rsid w:val="00B62BE5"/>
    <w:rsid w:val="00B815CF"/>
    <w:rsid w:val="00B93914"/>
    <w:rsid w:val="00BB3D79"/>
    <w:rsid w:val="00BB4260"/>
    <w:rsid w:val="00BB7932"/>
    <w:rsid w:val="00BE21CE"/>
    <w:rsid w:val="00BF542F"/>
    <w:rsid w:val="00C004D4"/>
    <w:rsid w:val="00C2361F"/>
    <w:rsid w:val="00C3186C"/>
    <w:rsid w:val="00C43A2F"/>
    <w:rsid w:val="00C74C7D"/>
    <w:rsid w:val="00C87E94"/>
    <w:rsid w:val="00C95A81"/>
    <w:rsid w:val="00CD3481"/>
    <w:rsid w:val="00CF1441"/>
    <w:rsid w:val="00D0545D"/>
    <w:rsid w:val="00D200EC"/>
    <w:rsid w:val="00D32996"/>
    <w:rsid w:val="00D34A6F"/>
    <w:rsid w:val="00D54857"/>
    <w:rsid w:val="00D65F7F"/>
    <w:rsid w:val="00D713B6"/>
    <w:rsid w:val="00D812ED"/>
    <w:rsid w:val="00D870CA"/>
    <w:rsid w:val="00DA26CC"/>
    <w:rsid w:val="00DA3FED"/>
    <w:rsid w:val="00DA50FC"/>
    <w:rsid w:val="00DB36CB"/>
    <w:rsid w:val="00DD0544"/>
    <w:rsid w:val="00DD30F3"/>
    <w:rsid w:val="00DE0FB6"/>
    <w:rsid w:val="00DF6188"/>
    <w:rsid w:val="00E00448"/>
    <w:rsid w:val="00E06980"/>
    <w:rsid w:val="00E102A1"/>
    <w:rsid w:val="00E26E24"/>
    <w:rsid w:val="00E308A1"/>
    <w:rsid w:val="00E42122"/>
    <w:rsid w:val="00E46E2B"/>
    <w:rsid w:val="00E52D79"/>
    <w:rsid w:val="00E67410"/>
    <w:rsid w:val="00E7072C"/>
    <w:rsid w:val="00E72C8C"/>
    <w:rsid w:val="00E93CE1"/>
    <w:rsid w:val="00E9753B"/>
    <w:rsid w:val="00EA0207"/>
    <w:rsid w:val="00EA66EE"/>
    <w:rsid w:val="00F01516"/>
    <w:rsid w:val="00F03F5E"/>
    <w:rsid w:val="00F07897"/>
    <w:rsid w:val="00F13611"/>
    <w:rsid w:val="00F159CC"/>
    <w:rsid w:val="00F21E3D"/>
    <w:rsid w:val="00F72306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59FD-5AD0-4C1F-B954-0C9D5C30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32</TotalTime>
  <Pages>2</Pages>
  <Words>358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31</cp:revision>
  <cp:lastPrinted>2016-08-30T14:30:00Z</cp:lastPrinted>
  <dcterms:created xsi:type="dcterms:W3CDTF">2016-09-13T13:47:00Z</dcterms:created>
  <dcterms:modified xsi:type="dcterms:W3CDTF">2021-05-27T15:59:00Z</dcterms:modified>
</cp:coreProperties>
</file>